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D82CD" w14:textId="00E4125A" w:rsidR="005E4B0C" w:rsidRPr="005E4B0C" w:rsidRDefault="005E4B0C" w:rsidP="005E4B0C">
      <w:pPr>
        <w:spacing w:line="360" w:lineRule="auto"/>
        <w:rPr>
          <w:rFonts w:ascii="Times New Roman" w:hAnsi="Times New Roman"/>
          <w:sz w:val="20"/>
          <w:szCs w:val="20"/>
          <w:lang w:val="es-MX"/>
        </w:rPr>
      </w:pPr>
      <w:r w:rsidRPr="005E4B0C">
        <w:rPr>
          <w:rFonts w:ascii="Times New Roman" w:hAnsi="Times New Roman"/>
          <w:w w:val="95"/>
          <w:sz w:val="20"/>
          <w:szCs w:val="20"/>
        </w:rPr>
        <w:t xml:space="preserve">UMFVBT – REG/PRI/01/2023 – 21 - </w:t>
      </w:r>
      <w:r w:rsidRPr="005E4B0C">
        <w:rPr>
          <w:rFonts w:ascii="Times New Roman" w:hAnsi="Times New Roman"/>
          <w:sz w:val="20"/>
          <w:szCs w:val="20"/>
          <w:lang w:val="es-MX"/>
        </w:rPr>
        <w:t>ANEXA 21</w:t>
      </w:r>
    </w:p>
    <w:p w14:paraId="5FC54B1F" w14:textId="77777777" w:rsidR="005E4B0C" w:rsidRPr="005E4B0C" w:rsidRDefault="005E4B0C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09256F" w14:textId="50B8418D" w:rsidR="00331FCE" w:rsidRDefault="006848B4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27353613"/>
      <w:r>
        <w:rPr>
          <w:rFonts w:ascii="Times New Roman" w:hAnsi="Times New Roman"/>
          <w:b/>
          <w:sz w:val="24"/>
          <w:szCs w:val="24"/>
        </w:rPr>
        <w:t>AFFIDAVIT REGARDING DOUBLE FINANCING</w:t>
      </w:r>
      <w:bookmarkEnd w:id="0"/>
    </w:p>
    <w:p w14:paraId="47B7918B" w14:textId="7D6DA571" w:rsidR="008D1787" w:rsidRPr="005E4B0C" w:rsidRDefault="008D1787" w:rsidP="00331FC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STUDENTS</w:t>
      </w:r>
    </w:p>
    <w:p w14:paraId="70EDF5DA" w14:textId="5068C418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</w:r>
      <w:r w:rsidR="006848B4">
        <w:rPr>
          <w:rFonts w:ascii="Times New Roman" w:hAnsi="Times New Roman"/>
          <w:sz w:val="24"/>
          <w:szCs w:val="24"/>
        </w:rPr>
        <w:t>The undersigned</w:t>
      </w:r>
      <w:r w:rsidRPr="005E4B0C">
        <w:rPr>
          <w:rFonts w:ascii="Times New Roman" w:hAnsi="Times New Roman"/>
          <w:sz w:val="24"/>
          <w:szCs w:val="24"/>
        </w:rPr>
        <w:t xml:space="preserve"> _____________________________________________,</w:t>
      </w:r>
    </w:p>
    <w:p w14:paraId="73FDA6ED" w14:textId="03DF4632" w:rsidR="00331FCE" w:rsidRPr="005E4B0C" w:rsidRDefault="006848B4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 in the</w:t>
      </w:r>
      <w:r w:rsidR="00331FCE" w:rsidRPr="005E4B0C">
        <w:rPr>
          <w:rFonts w:ascii="Times New Roman" w:hAnsi="Times New Roman"/>
          <w:sz w:val="24"/>
          <w:szCs w:val="24"/>
        </w:rPr>
        <w:t xml:space="preserve"> ________</w:t>
      </w:r>
      <w:r>
        <w:rPr>
          <w:rFonts w:ascii="Times New Roman" w:hAnsi="Times New Roman"/>
          <w:sz w:val="24"/>
          <w:szCs w:val="24"/>
        </w:rPr>
        <w:t xml:space="preserve"> year</w:t>
      </w:r>
      <w:r w:rsidR="00331FCE" w:rsidRPr="005E4B0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at the Faculty of</w:t>
      </w:r>
      <w:r w:rsidR="00331FCE" w:rsidRPr="005E4B0C">
        <w:rPr>
          <w:rFonts w:ascii="Times New Roman" w:hAnsi="Times New Roman"/>
          <w:sz w:val="24"/>
          <w:szCs w:val="24"/>
        </w:rPr>
        <w:t xml:space="preserve"> ___________________________,</w:t>
      </w:r>
    </w:p>
    <w:p w14:paraId="64F9C051" w14:textId="394F64A7" w:rsidR="00331FCE" w:rsidRPr="005E4B0C" w:rsidRDefault="006848B4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" w:name="_Hlk127353715"/>
      <w:r>
        <w:rPr>
          <w:rFonts w:ascii="Times New Roman" w:hAnsi="Times New Roman"/>
          <w:sz w:val="24"/>
          <w:szCs w:val="24"/>
        </w:rPr>
        <w:t>of the</w:t>
      </w:r>
      <w:r w:rsidR="00331FCE" w:rsidRPr="005E4B0C">
        <w:rPr>
          <w:rFonts w:ascii="Times New Roman" w:hAnsi="Times New Roman"/>
          <w:sz w:val="24"/>
          <w:szCs w:val="24"/>
        </w:rPr>
        <w:t xml:space="preserve"> „Victor Babeş” </w:t>
      </w:r>
      <w:r>
        <w:rPr>
          <w:rFonts w:ascii="Times New Roman" w:hAnsi="Times New Roman"/>
          <w:sz w:val="24"/>
          <w:szCs w:val="24"/>
        </w:rPr>
        <w:t>University of Medicine and Pharmacy,</w:t>
      </w:r>
      <w:r w:rsidR="00331FCE" w:rsidRPr="005E4B0C">
        <w:rPr>
          <w:rFonts w:ascii="Times New Roman" w:hAnsi="Times New Roman"/>
          <w:sz w:val="24"/>
          <w:szCs w:val="24"/>
        </w:rPr>
        <w:t xml:space="preserve"> Timişoara,</w:t>
      </w:r>
      <w:bookmarkEnd w:id="1"/>
      <w:r w:rsidR="00331FCE" w:rsidRPr="005E4B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beneficiary of an</w:t>
      </w:r>
      <w:r w:rsidR="00331FCE" w:rsidRPr="005E4B0C">
        <w:rPr>
          <w:rFonts w:ascii="Times New Roman" w:hAnsi="Times New Roman"/>
          <w:sz w:val="24"/>
          <w:szCs w:val="24"/>
        </w:rPr>
        <w:t xml:space="preserve"> ERASMUS</w:t>
      </w:r>
      <w:r>
        <w:rPr>
          <w:rFonts w:ascii="Times New Roman" w:hAnsi="Times New Roman"/>
          <w:sz w:val="24"/>
          <w:szCs w:val="24"/>
        </w:rPr>
        <w:t>+ grant at the University</w:t>
      </w:r>
      <w:r w:rsidR="00331FCE" w:rsidRPr="005E4B0C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</w:t>
      </w:r>
    </w:p>
    <w:p w14:paraId="5C53C4C2" w14:textId="7989AB2D" w:rsidR="00331FCE" w:rsidRPr="005E4B0C" w:rsidRDefault="006848B4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a period of</w:t>
      </w:r>
      <w:r w:rsidR="00331FCE" w:rsidRPr="005E4B0C">
        <w:rPr>
          <w:rFonts w:ascii="Times New Roman" w:hAnsi="Times New Roman"/>
          <w:sz w:val="24"/>
          <w:szCs w:val="24"/>
        </w:rPr>
        <w:t xml:space="preserve"> ___________ </w:t>
      </w:r>
      <w:r>
        <w:rPr>
          <w:rFonts w:ascii="Times New Roman" w:hAnsi="Times New Roman"/>
          <w:sz w:val="24"/>
          <w:szCs w:val="24"/>
        </w:rPr>
        <w:t>months</w:t>
      </w:r>
      <w:r w:rsidR="00331FCE" w:rsidRPr="005E4B0C">
        <w:rPr>
          <w:rFonts w:ascii="Times New Roman" w:hAnsi="Times New Roman"/>
          <w:sz w:val="24"/>
          <w:szCs w:val="24"/>
        </w:rPr>
        <w:t xml:space="preserve">, </w:t>
      </w:r>
      <w:bookmarkStart w:id="2" w:name="_Hlk127353834"/>
      <w:r>
        <w:rPr>
          <w:rFonts w:ascii="Times New Roman" w:hAnsi="Times New Roman"/>
          <w:sz w:val="24"/>
          <w:szCs w:val="24"/>
        </w:rPr>
        <w:t>hereby declare that I am using a single source for financing the same expenses (I do not receive any other funds from the European Commission to cover the same expenses).</w:t>
      </w:r>
      <w:bookmarkEnd w:id="2"/>
    </w:p>
    <w:p w14:paraId="08886235" w14:textId="35462B5B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ab/>
      </w:r>
    </w:p>
    <w:p w14:paraId="060A3F9B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236D37B" w14:textId="588D46FE" w:rsidR="00331FCE" w:rsidRPr="005E4B0C" w:rsidRDefault="006848B4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3" w:name="_GoBack"/>
      <w:r>
        <w:rPr>
          <w:rFonts w:ascii="Times New Roman" w:hAnsi="Times New Roman"/>
          <w:sz w:val="24"/>
          <w:szCs w:val="24"/>
        </w:rPr>
        <w:t>Name and first name</w:t>
      </w:r>
    </w:p>
    <w:p w14:paraId="1C5BFC0A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0FE0C3C2" w14:textId="19FCD933" w:rsidR="00331FCE" w:rsidRPr="005E4B0C" w:rsidRDefault="006848B4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  <w:r w:rsidR="00331FCE" w:rsidRPr="005E4B0C">
        <w:rPr>
          <w:rFonts w:ascii="Times New Roman" w:hAnsi="Times New Roman"/>
          <w:sz w:val="24"/>
          <w:szCs w:val="24"/>
        </w:rPr>
        <w:t>,</w:t>
      </w:r>
    </w:p>
    <w:p w14:paraId="3CC29ED3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1153EB15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B6E43B8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028C170" w14:textId="77777777" w:rsidR="00331FCE" w:rsidRPr="005E4B0C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691A621" w14:textId="77777777" w:rsidR="00331FCE" w:rsidRPr="00331FCE" w:rsidRDefault="00331FCE" w:rsidP="00331FC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bookmarkEnd w:id="3"/>
    <w:p w14:paraId="0781FF52" w14:textId="77777777" w:rsidR="0061031E" w:rsidRPr="00331FCE" w:rsidRDefault="0061031E" w:rsidP="00331FCE">
      <w:pPr>
        <w:rPr>
          <w:rFonts w:ascii="Times New Roman" w:hAnsi="Times New Roman"/>
          <w:sz w:val="24"/>
          <w:szCs w:val="24"/>
        </w:rPr>
      </w:pPr>
    </w:p>
    <w:sectPr w:rsidR="0061031E" w:rsidRPr="00331FC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A1825" w14:textId="77777777" w:rsidR="00302128" w:rsidRDefault="00302128" w:rsidP="00D2536B">
      <w:pPr>
        <w:spacing w:after="0" w:line="240" w:lineRule="auto"/>
      </w:pPr>
      <w:r>
        <w:separator/>
      </w:r>
    </w:p>
  </w:endnote>
  <w:endnote w:type="continuationSeparator" w:id="0">
    <w:p w14:paraId="335604A5" w14:textId="77777777" w:rsidR="00302128" w:rsidRDefault="00302128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302128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FBBA6" w14:textId="77777777" w:rsidR="00302128" w:rsidRDefault="00302128" w:rsidP="00D2536B">
      <w:pPr>
        <w:spacing w:after="0" w:line="240" w:lineRule="auto"/>
      </w:pPr>
      <w:r>
        <w:separator/>
      </w:r>
    </w:p>
  </w:footnote>
  <w:footnote w:type="continuationSeparator" w:id="0">
    <w:p w14:paraId="04012696" w14:textId="77777777" w:rsidR="00302128" w:rsidRDefault="00302128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26EA4"/>
    <w:rsid w:val="000E4E28"/>
    <w:rsid w:val="00151750"/>
    <w:rsid w:val="001875D4"/>
    <w:rsid w:val="001E34B8"/>
    <w:rsid w:val="00245517"/>
    <w:rsid w:val="00253419"/>
    <w:rsid w:val="002D7D19"/>
    <w:rsid w:val="002F1287"/>
    <w:rsid w:val="002F50CB"/>
    <w:rsid w:val="00302128"/>
    <w:rsid w:val="0031217D"/>
    <w:rsid w:val="003246EE"/>
    <w:rsid w:val="003306A8"/>
    <w:rsid w:val="00331FCE"/>
    <w:rsid w:val="00366D36"/>
    <w:rsid w:val="003A4F66"/>
    <w:rsid w:val="00434D24"/>
    <w:rsid w:val="004915CF"/>
    <w:rsid w:val="004A5472"/>
    <w:rsid w:val="004D7E7E"/>
    <w:rsid w:val="00531846"/>
    <w:rsid w:val="00590C4E"/>
    <w:rsid w:val="0059677A"/>
    <w:rsid w:val="005E4B0C"/>
    <w:rsid w:val="0061031E"/>
    <w:rsid w:val="00631F67"/>
    <w:rsid w:val="00654D09"/>
    <w:rsid w:val="006848B4"/>
    <w:rsid w:val="00685BF9"/>
    <w:rsid w:val="006940D7"/>
    <w:rsid w:val="00696A22"/>
    <w:rsid w:val="006A1CA7"/>
    <w:rsid w:val="00756E23"/>
    <w:rsid w:val="007B29A5"/>
    <w:rsid w:val="00806446"/>
    <w:rsid w:val="008173E6"/>
    <w:rsid w:val="00874B53"/>
    <w:rsid w:val="008C2299"/>
    <w:rsid w:val="008C7E40"/>
    <w:rsid w:val="008D1787"/>
    <w:rsid w:val="00924BEB"/>
    <w:rsid w:val="00927272"/>
    <w:rsid w:val="009669B9"/>
    <w:rsid w:val="009B14B8"/>
    <w:rsid w:val="009D5208"/>
    <w:rsid w:val="009F4B93"/>
    <w:rsid w:val="00A57CA5"/>
    <w:rsid w:val="00AB1260"/>
    <w:rsid w:val="00B15700"/>
    <w:rsid w:val="00B2217B"/>
    <w:rsid w:val="00BD02C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DE70FC"/>
    <w:rsid w:val="00E0250C"/>
    <w:rsid w:val="00E17D51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14</cp:revision>
  <cp:lastPrinted>2022-12-15T09:36:00Z</cp:lastPrinted>
  <dcterms:created xsi:type="dcterms:W3CDTF">2022-01-10T08:26:00Z</dcterms:created>
  <dcterms:modified xsi:type="dcterms:W3CDTF">2023-02-15T09:43:00Z</dcterms:modified>
</cp:coreProperties>
</file>